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C1C" w:rsidRPr="00D302E0" w:rsidRDefault="0051595A">
      <w:pPr>
        <w:pStyle w:val="NormalWeb"/>
        <w:spacing w:before="0" w:beforeAutospacing="0" w:after="0" w:afterAutospacing="0"/>
        <w:rPr>
          <w:rFonts w:ascii="Verdana" w:hAnsi="Verdana"/>
        </w:rPr>
      </w:pPr>
      <w:r w:rsidRPr="00D302E0">
        <w:rPr>
          <w:rFonts w:ascii="Verdana" w:hAnsi="Verdana"/>
          <w:b/>
          <w:bCs/>
          <w:smallCaps/>
          <w:spacing w:val="75"/>
          <w:sz w:val="16"/>
          <w:szCs w:val="16"/>
        </w:rPr>
        <w:t>Module 8</w:t>
      </w:r>
      <w:r w:rsidR="002F6820" w:rsidRPr="00D302E0">
        <w:rPr>
          <w:rFonts w:ascii="Verdana" w:hAnsi="Verdana"/>
          <w:b/>
          <w:bCs/>
          <w:smallCaps/>
          <w:spacing w:val="75"/>
          <w:sz w:val="16"/>
          <w:szCs w:val="16"/>
        </w:rPr>
        <w:t xml:space="preserve">, Activity </w:t>
      </w:r>
      <w:r w:rsidRPr="00D302E0">
        <w:rPr>
          <w:rFonts w:ascii="Verdana" w:hAnsi="Verdana"/>
          <w:b/>
          <w:bCs/>
          <w:smallCaps/>
          <w:spacing w:val="75"/>
          <w:sz w:val="16"/>
          <w:szCs w:val="16"/>
        </w:rPr>
        <w:t>3</w:t>
      </w:r>
    </w:p>
    <w:p w:rsidR="00270C1C" w:rsidRPr="00D302E0" w:rsidRDefault="00714643" w:rsidP="00EB105E">
      <w:pPr>
        <w:pStyle w:val="NormalWeb"/>
        <w:spacing w:before="0" w:beforeAutospacing="0" w:after="0" w:afterAutospacing="0"/>
        <w:rPr>
          <w:rFonts w:ascii="Verdana" w:hAnsi="Verdana"/>
        </w:rPr>
      </w:pPr>
      <w:r w:rsidRPr="00D302E0">
        <w:rPr>
          <w:rFonts w:ascii="Verdana" w:hAnsi="Verdana"/>
          <w:sz w:val="32"/>
          <w:szCs w:val="32"/>
        </w:rPr>
        <w:t>Showcase</w:t>
      </w:r>
      <w:r w:rsidR="0051595A" w:rsidRPr="00D302E0">
        <w:rPr>
          <w:rFonts w:ascii="Verdana" w:hAnsi="Verdana"/>
          <w:sz w:val="32"/>
          <w:szCs w:val="32"/>
        </w:rPr>
        <w:t xml:space="preserve"> </w:t>
      </w:r>
      <w:r w:rsidR="000D4578" w:rsidRPr="00D302E0">
        <w:rPr>
          <w:rFonts w:ascii="Verdana" w:hAnsi="Verdana"/>
          <w:sz w:val="32"/>
          <w:szCs w:val="32"/>
        </w:rPr>
        <w:t>Feedback Form</w:t>
      </w:r>
      <w:r w:rsidR="0051595A" w:rsidRPr="00D302E0">
        <w:rPr>
          <w:rFonts w:ascii="Verdana" w:hAnsi="Verdana"/>
          <w:sz w:val="32"/>
          <w:szCs w:val="32"/>
        </w:rPr>
        <w:t xml:space="preserve"> </w:t>
      </w:r>
      <w:r w:rsidR="00A53AD2" w:rsidRPr="00D302E0">
        <w:rPr>
          <w:rFonts w:ascii="Verdana" w:hAnsi="Verdana"/>
        </w:rPr>
        <w:pict>
          <v:rect id="_x0000_i1025" style="width:0;height:1.5pt" o:hralign="center" o:hrstd="t" o:hr="t" fillcolor="#aca899" stroked="f"/>
        </w:pict>
      </w:r>
    </w:p>
    <w:p w:rsidR="00713012" w:rsidRPr="00D302E0" w:rsidRDefault="00270C1C" w:rsidP="002F6820">
      <w:pPr>
        <w:pStyle w:val="NormalWeb"/>
        <w:spacing w:before="0" w:beforeAutospacing="0" w:after="0" w:afterAutospacing="0"/>
        <w:rPr>
          <w:rFonts w:ascii="Verdana" w:hAnsi="Verdana"/>
        </w:rPr>
      </w:pPr>
      <w:r w:rsidRPr="00D302E0">
        <w:rPr>
          <w:rFonts w:ascii="Verdana" w:hAnsi="Verdana"/>
        </w:rPr>
        <w:t> </w:t>
      </w:r>
    </w:p>
    <w:p w:rsidR="00A86FA1" w:rsidRDefault="00A86FA1" w:rsidP="000D4578">
      <w:pPr>
        <w:tabs>
          <w:tab w:val="left" w:pos="9360"/>
        </w:tabs>
        <w:autoSpaceDE w:val="0"/>
        <w:autoSpaceDN w:val="0"/>
        <w:adjustRightInd w:val="0"/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</w:pPr>
      <w:r>
        <w:rPr>
          <w:rFonts w:ascii="Verdana" w:hAnsi="Verdana" w:cs="HelveticaNeue-Light"/>
          <w:color w:val="000000"/>
          <w:sz w:val="20"/>
          <w:szCs w:val="20"/>
          <w:lang w:bidi="he-IL"/>
        </w:rPr>
        <w:t>Feedback Provided by</w:t>
      </w:r>
      <w:r w:rsidR="0051595A" w:rsidRPr="00D302E0">
        <w:rPr>
          <w:rFonts w:ascii="Verdana" w:hAnsi="Verdana" w:cs="HelveticaNeue-Light"/>
          <w:color w:val="000000"/>
          <w:sz w:val="20"/>
          <w:szCs w:val="20"/>
          <w:lang w:bidi="he-IL"/>
        </w:rPr>
        <w:t xml:space="preserve">: </w:t>
      </w:r>
      <w:r w:rsidR="00ED38D9"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="00ED38D9"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instrText xml:space="preserve"> FORMTEXT </w:instrText>
      </w:r>
      <w:r w:rsidR="00B52E75"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</w:r>
      <w:r w:rsidR="00ED38D9"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fldChar w:fldCharType="separate"/>
      </w:r>
      <w:r w:rsidR="00D94604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t>Heather Nowlin</w:t>
      </w:r>
      <w:r w:rsidR="00ED38D9"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fldChar w:fldCharType="end"/>
      </w:r>
      <w:bookmarkEnd w:id="0"/>
      <w:r w:rsidR="0051595A"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tab/>
      </w:r>
    </w:p>
    <w:p w:rsidR="00A86FA1" w:rsidRDefault="00A86FA1" w:rsidP="000D4578">
      <w:pPr>
        <w:tabs>
          <w:tab w:val="left" w:pos="9360"/>
        </w:tabs>
        <w:autoSpaceDE w:val="0"/>
        <w:autoSpaceDN w:val="0"/>
        <w:adjustRightInd w:val="0"/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</w:pPr>
    </w:p>
    <w:p w:rsidR="0051595A" w:rsidRPr="00A86FA1" w:rsidRDefault="00A86FA1" w:rsidP="000D4578">
      <w:pPr>
        <w:tabs>
          <w:tab w:val="left" w:pos="9360"/>
        </w:tabs>
        <w:autoSpaceDE w:val="0"/>
        <w:autoSpaceDN w:val="0"/>
        <w:adjustRightInd w:val="0"/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</w:pPr>
      <w:r>
        <w:rPr>
          <w:rFonts w:ascii="Verdana" w:hAnsi="Verdana" w:cs="HelveticaNeue-Light"/>
          <w:color w:val="000000"/>
          <w:sz w:val="20"/>
          <w:szCs w:val="20"/>
          <w:lang w:bidi="he-IL"/>
        </w:rPr>
        <w:t xml:space="preserve">Title of Unit: </w:t>
      </w:r>
      <w:r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instrText xml:space="preserve"> FORMTEXT </w:instrText>
      </w:r>
      <w:r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</w:r>
      <w:r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fldChar w:fldCharType="separate"/>
      </w:r>
      <w:r w:rsidR="00D94604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t>Drawing in Depth</w:t>
      </w:r>
      <w:r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fldChar w:fldCharType="end"/>
      </w:r>
      <w:r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tab/>
      </w:r>
      <w:r w:rsidR="0051595A" w:rsidRPr="00D302E0">
        <w:rPr>
          <w:rFonts w:ascii="Verdana" w:hAnsi="Verdana" w:cs="HelveticaNeue-Light"/>
          <w:color w:val="000000"/>
          <w:sz w:val="20"/>
          <w:szCs w:val="20"/>
          <w:u w:val="single"/>
          <w:lang w:bidi="he-IL"/>
        </w:rPr>
        <w:br/>
      </w:r>
      <w:r w:rsidR="0051595A" w:rsidRPr="00D302E0">
        <w:rPr>
          <w:rFonts w:ascii="Verdana" w:hAnsi="Verdana" w:cs="HelveticaNeue-Medium"/>
          <w:b/>
          <w:bCs/>
          <w:color w:val="FFFFFF"/>
          <w:sz w:val="22"/>
          <w:szCs w:val="22"/>
          <w:lang w:bidi="he-IL"/>
        </w:rPr>
        <w:t>Evaluation Criteria Comments</w:t>
      </w:r>
    </w:p>
    <w:p w:rsidR="00D302E0" w:rsidRPr="00D302E0" w:rsidRDefault="00D302E0" w:rsidP="00D302E0">
      <w:pPr>
        <w:pStyle w:val="Default"/>
        <w:rPr>
          <w:rFonts w:ascii="Verdana" w:hAnsi="Verdana"/>
          <w:sz w:val="20"/>
          <w:szCs w:val="20"/>
        </w:rPr>
      </w:pPr>
      <w:r w:rsidRPr="00D302E0">
        <w:rPr>
          <w:rFonts w:ascii="Verdana" w:hAnsi="Verdana"/>
          <w:sz w:val="20"/>
          <w:szCs w:val="20"/>
        </w:rPr>
        <w:t>Consider the following as you review the portfolio:</w:t>
      </w:r>
    </w:p>
    <w:p w:rsidR="00D302E0" w:rsidRPr="00D302E0" w:rsidRDefault="00D302E0" w:rsidP="00D302E0">
      <w:pPr>
        <w:pStyle w:val="Default"/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D302E0">
        <w:rPr>
          <w:rFonts w:ascii="Verdana" w:hAnsi="Verdana"/>
          <w:sz w:val="20"/>
          <w:szCs w:val="20"/>
        </w:rPr>
        <w:t>Where are students learning 21st century and higher-order thinking skills?</w:t>
      </w:r>
    </w:p>
    <w:p w:rsidR="00D302E0" w:rsidRDefault="00D302E0" w:rsidP="009E76F8">
      <w:pPr>
        <w:pStyle w:val="Default"/>
        <w:numPr>
          <w:ilvl w:val="0"/>
          <w:numId w:val="5"/>
        </w:numPr>
        <w:rPr>
          <w:rStyle w:val="MediumBlack10pt"/>
          <w:rFonts w:ascii="Verdana" w:hAnsi="Verdana"/>
          <w:sz w:val="20"/>
          <w:szCs w:val="20"/>
        </w:rPr>
      </w:pPr>
      <w:r w:rsidRPr="00D302E0">
        <w:rPr>
          <w:rStyle w:val="MediumBlack10pt"/>
          <w:rFonts w:ascii="Verdana" w:hAnsi="Verdana"/>
          <w:sz w:val="20"/>
          <w:szCs w:val="20"/>
        </w:rPr>
        <w:t>Are there elements of a project-approach to learning? How does that approach appear to enhance student learning?</w:t>
      </w:r>
    </w:p>
    <w:p w:rsidR="009E76F8" w:rsidRPr="00D302E0" w:rsidRDefault="009E76F8" w:rsidP="009E76F8">
      <w:pPr>
        <w:pStyle w:val="Default"/>
        <w:numPr>
          <w:ilvl w:val="0"/>
          <w:numId w:val="5"/>
        </w:numPr>
        <w:rPr>
          <w:rStyle w:val="MediumBlack10pt"/>
          <w:rFonts w:ascii="Verdana" w:hAnsi="Verdana"/>
          <w:sz w:val="20"/>
          <w:szCs w:val="20"/>
        </w:rPr>
      </w:pPr>
      <w:r>
        <w:rPr>
          <w:rStyle w:val="MediumBlack10pt"/>
          <w:rFonts w:ascii="Verdana" w:hAnsi="Verdana"/>
          <w:sz w:val="20"/>
          <w:szCs w:val="20"/>
        </w:rPr>
        <w:t>Do the facilitation materials or the student support materials help facilitate a student-centered classroom?</w:t>
      </w:r>
    </w:p>
    <w:p w:rsidR="00D302E0" w:rsidRPr="00D302E0" w:rsidRDefault="00D302E0" w:rsidP="000D4578">
      <w:pPr>
        <w:tabs>
          <w:tab w:val="left" w:pos="9360"/>
        </w:tabs>
        <w:autoSpaceDE w:val="0"/>
        <w:autoSpaceDN w:val="0"/>
        <w:adjustRightInd w:val="0"/>
        <w:rPr>
          <w:rFonts w:ascii="Verdana" w:hAnsi="Verdana" w:cs="HelveticaNeue-Medium"/>
          <w:b/>
          <w:bCs/>
          <w:color w:val="FFFFFF"/>
          <w:sz w:val="22"/>
          <w:szCs w:val="22"/>
          <w:lang w:bidi="he-IL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088"/>
        <w:gridCol w:w="7488"/>
      </w:tblGrid>
      <w:tr w:rsidR="0051595A" w:rsidRPr="00F923D1" w:rsidTr="00F923D1">
        <w:tc>
          <w:tcPr>
            <w:tcW w:w="1090" w:type="pct"/>
            <w:shd w:val="clear" w:color="auto" w:fill="000000"/>
          </w:tcPr>
          <w:p w:rsidR="0051595A" w:rsidRPr="00F923D1" w:rsidRDefault="0051595A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FFFFFF"/>
                <w:sz w:val="20"/>
                <w:szCs w:val="22"/>
                <w:lang w:bidi="he-IL"/>
              </w:rPr>
            </w:pPr>
            <w:r w:rsidRPr="00F923D1">
              <w:rPr>
                <w:rFonts w:ascii="Verdana" w:hAnsi="Verdana" w:cs="HelveticaNeue-Light"/>
                <w:b/>
                <w:bCs/>
                <w:color w:val="FFFFFF"/>
                <w:sz w:val="20"/>
                <w:szCs w:val="22"/>
                <w:lang w:bidi="he-IL"/>
              </w:rPr>
              <w:t>Trait</w:t>
            </w:r>
          </w:p>
        </w:tc>
        <w:tc>
          <w:tcPr>
            <w:tcW w:w="3910" w:type="pct"/>
            <w:shd w:val="clear" w:color="auto" w:fill="000000"/>
          </w:tcPr>
          <w:p w:rsidR="0051595A" w:rsidRPr="00F923D1" w:rsidRDefault="0051595A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FFFFFF"/>
                <w:sz w:val="20"/>
                <w:szCs w:val="22"/>
                <w:lang w:bidi="he-IL"/>
              </w:rPr>
            </w:pPr>
            <w:r w:rsidRPr="00F923D1">
              <w:rPr>
                <w:rFonts w:ascii="Verdana" w:hAnsi="Verdana" w:cs="HelveticaNeue-Light"/>
                <w:b/>
                <w:bCs/>
                <w:color w:val="FFFFFF"/>
                <w:sz w:val="20"/>
                <w:szCs w:val="22"/>
                <w:lang w:bidi="he-IL"/>
              </w:rPr>
              <w:t>Comments</w:t>
            </w:r>
          </w:p>
        </w:tc>
      </w:tr>
      <w:tr w:rsidR="0051595A" w:rsidRPr="00F923D1" w:rsidTr="00F923D1">
        <w:trPr>
          <w:trHeight w:val="398"/>
        </w:trPr>
        <w:tc>
          <w:tcPr>
            <w:tcW w:w="1090" w:type="pct"/>
            <w:vMerge w:val="restart"/>
          </w:tcPr>
          <w:p w:rsidR="00D302E0" w:rsidRPr="00F923D1" w:rsidRDefault="00D302E0" w:rsidP="00D302E0">
            <w:pPr>
              <w:pStyle w:val="BodyTextRule"/>
              <w:rPr>
                <w:rFonts w:ascii="Verdana" w:hAnsi="Verdana"/>
                <w:b/>
                <w:bCs/>
              </w:rPr>
            </w:pPr>
            <w:r w:rsidRPr="00F923D1">
              <w:rPr>
                <w:rFonts w:ascii="Verdana" w:hAnsi="Verdana"/>
                <w:b/>
                <w:bCs/>
              </w:rPr>
              <w:t>Introductory Document or Presentation</w:t>
            </w:r>
          </w:p>
          <w:p w:rsidR="0051595A" w:rsidRPr="00F923D1" w:rsidRDefault="0051595A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3910" w:type="pct"/>
          </w:tcPr>
          <w:p w:rsidR="0051595A" w:rsidRPr="00F923D1" w:rsidRDefault="0051595A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Highlights</w:t>
            </w:r>
          </w:p>
          <w:p w:rsidR="0051595A" w:rsidRPr="00F923D1" w:rsidRDefault="0051595A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="00B52E75"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="00B9528B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I like your plan.  It involves a lot of explicit instruction, higher order thinking skills, many examples, and knowledge of content.</w:t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  <w:bookmarkEnd w:id="1"/>
          </w:p>
          <w:p w:rsidR="0051595A" w:rsidRPr="00F923D1" w:rsidRDefault="0051595A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51595A" w:rsidRPr="00F923D1" w:rsidTr="00F923D1">
        <w:trPr>
          <w:trHeight w:val="397"/>
        </w:trPr>
        <w:tc>
          <w:tcPr>
            <w:tcW w:w="1090" w:type="pct"/>
            <w:vMerge/>
          </w:tcPr>
          <w:p w:rsidR="0051595A" w:rsidRPr="00F923D1" w:rsidRDefault="0051595A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3910" w:type="pct"/>
          </w:tcPr>
          <w:p w:rsidR="0051595A" w:rsidRPr="00F923D1" w:rsidRDefault="0051595A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Ideas for Improvement</w:t>
            </w:r>
          </w:p>
          <w:p w:rsidR="0051595A" w:rsidRPr="00F923D1" w:rsidRDefault="0051595A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Pr="00F923D1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F923D1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F923D1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F923D1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F923D1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51595A" w:rsidRPr="00F923D1" w:rsidRDefault="0051595A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51595A" w:rsidRPr="00F923D1" w:rsidTr="00F923D1">
        <w:trPr>
          <w:trHeight w:val="398"/>
        </w:trPr>
        <w:tc>
          <w:tcPr>
            <w:tcW w:w="1090" w:type="pct"/>
            <w:vMerge w:val="restart"/>
          </w:tcPr>
          <w:p w:rsidR="0051595A" w:rsidRPr="00F923D1" w:rsidRDefault="00D302E0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  <w:r w:rsidRPr="00F923D1">
              <w:rPr>
                <w:rFonts w:ascii="Verdana" w:hAnsi="Verdana"/>
                <w:b/>
                <w:bCs/>
                <w:sz w:val="20"/>
                <w:szCs w:val="20"/>
              </w:rPr>
              <w:t>Student Sample Summative Assessment</w:t>
            </w:r>
          </w:p>
        </w:tc>
        <w:tc>
          <w:tcPr>
            <w:tcW w:w="3910" w:type="pct"/>
          </w:tcPr>
          <w:p w:rsidR="0051595A" w:rsidRPr="00F923D1" w:rsidRDefault="0051595A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Highlights</w:t>
            </w:r>
          </w:p>
          <w:p w:rsidR="0051595A" w:rsidRPr="00F923D1" w:rsidRDefault="0051595A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="00B9528B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I think your assessment really assesses the content to see if the students actually understand. Good job :)</w:t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51595A" w:rsidRPr="00F923D1" w:rsidRDefault="0051595A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51595A" w:rsidRPr="00F923D1" w:rsidTr="00F923D1">
        <w:trPr>
          <w:trHeight w:val="397"/>
        </w:trPr>
        <w:tc>
          <w:tcPr>
            <w:tcW w:w="1090" w:type="pct"/>
            <w:vMerge/>
          </w:tcPr>
          <w:p w:rsidR="0051595A" w:rsidRPr="00F923D1" w:rsidRDefault="0051595A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3910" w:type="pct"/>
          </w:tcPr>
          <w:p w:rsidR="0051595A" w:rsidRPr="00F923D1" w:rsidRDefault="0051595A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Ideas for Improvement</w:t>
            </w:r>
          </w:p>
          <w:p w:rsidR="0051595A" w:rsidRPr="00F923D1" w:rsidRDefault="0051595A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Pr="00F923D1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F923D1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F923D1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F923D1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F923D1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51595A" w:rsidRPr="00F923D1" w:rsidRDefault="0051595A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51595A" w:rsidRPr="00F923D1" w:rsidTr="00F923D1">
        <w:trPr>
          <w:trHeight w:val="398"/>
        </w:trPr>
        <w:tc>
          <w:tcPr>
            <w:tcW w:w="1090" w:type="pct"/>
            <w:vMerge w:val="restart"/>
          </w:tcPr>
          <w:p w:rsidR="0051595A" w:rsidRPr="00F923D1" w:rsidRDefault="00D302E0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  <w:r w:rsidRPr="00F923D1">
              <w:rPr>
                <w:rFonts w:ascii="Verdana" w:hAnsi="Verdana"/>
                <w:b/>
                <w:bCs/>
                <w:sz w:val="20"/>
                <w:szCs w:val="20"/>
              </w:rPr>
              <w:t>Student Sample</w:t>
            </w:r>
          </w:p>
        </w:tc>
        <w:tc>
          <w:tcPr>
            <w:tcW w:w="3910" w:type="pct"/>
          </w:tcPr>
          <w:p w:rsidR="0051595A" w:rsidRPr="00F923D1" w:rsidRDefault="0051595A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Highlights</w:t>
            </w:r>
          </w:p>
          <w:p w:rsidR="0051595A" w:rsidRPr="00F923D1" w:rsidRDefault="0051595A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="00B9528B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Your student sample was really neat.  I like Prezi…I will have to start using that.  You set it up very well to show clearly the different points.</w:t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51595A" w:rsidRPr="00F923D1" w:rsidRDefault="0051595A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51595A" w:rsidRPr="00F923D1" w:rsidTr="00F923D1">
        <w:trPr>
          <w:trHeight w:val="397"/>
        </w:trPr>
        <w:tc>
          <w:tcPr>
            <w:tcW w:w="1090" w:type="pct"/>
            <w:vMerge/>
          </w:tcPr>
          <w:p w:rsidR="0051595A" w:rsidRPr="00F923D1" w:rsidRDefault="0051595A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3910" w:type="pct"/>
          </w:tcPr>
          <w:p w:rsidR="0051595A" w:rsidRPr="00F923D1" w:rsidRDefault="0051595A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Ideas for Improvement</w:t>
            </w:r>
          </w:p>
          <w:p w:rsidR="0051595A" w:rsidRPr="00F923D1" w:rsidRDefault="0051595A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Pr="00F923D1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F923D1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F923D1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F923D1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F923D1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51595A" w:rsidRPr="00F923D1" w:rsidRDefault="0051595A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51595A" w:rsidRPr="00F923D1" w:rsidTr="00F923D1">
        <w:trPr>
          <w:trHeight w:val="398"/>
        </w:trPr>
        <w:tc>
          <w:tcPr>
            <w:tcW w:w="1090" w:type="pct"/>
            <w:vMerge w:val="restart"/>
          </w:tcPr>
          <w:p w:rsidR="0051595A" w:rsidRPr="00F923D1" w:rsidRDefault="00D302E0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  <w:r w:rsidRPr="00F923D1">
              <w:rPr>
                <w:rFonts w:ascii="Verdana" w:hAnsi="Verdana"/>
                <w:b/>
                <w:bCs/>
                <w:sz w:val="20"/>
                <w:szCs w:val="20"/>
              </w:rPr>
              <w:t>Student Support or Facilitation Resource</w:t>
            </w:r>
          </w:p>
        </w:tc>
        <w:tc>
          <w:tcPr>
            <w:tcW w:w="3910" w:type="pct"/>
          </w:tcPr>
          <w:p w:rsidR="0051595A" w:rsidRPr="00F923D1" w:rsidRDefault="0051595A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Highlights</w:t>
            </w:r>
          </w:p>
          <w:p w:rsidR="0051595A" w:rsidRPr="00F923D1" w:rsidRDefault="0051595A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="00B9528B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I think the student support is GREAT.  It walks them right through it, so it's almost fail proof, yet it allows for them to expand their skills if capable.</w:t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51595A" w:rsidRPr="00F923D1" w:rsidRDefault="0051595A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51595A" w:rsidRPr="00F923D1" w:rsidTr="00F923D1">
        <w:trPr>
          <w:trHeight w:val="422"/>
        </w:trPr>
        <w:tc>
          <w:tcPr>
            <w:tcW w:w="1090" w:type="pct"/>
            <w:vMerge/>
          </w:tcPr>
          <w:p w:rsidR="0051595A" w:rsidRPr="00F923D1" w:rsidRDefault="0051595A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3910" w:type="pct"/>
          </w:tcPr>
          <w:p w:rsidR="0051595A" w:rsidRPr="00F923D1" w:rsidRDefault="0051595A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Ideas for Improvement</w:t>
            </w:r>
          </w:p>
          <w:p w:rsidR="0051595A" w:rsidRPr="00F923D1" w:rsidRDefault="0051595A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Pr="00F923D1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F923D1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F923D1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F923D1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F923D1">
              <w:rPr>
                <w:rFonts w:ascii="Verdana" w:hAnsi="Verdana" w:cs="HelveticaNeue-Light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51595A" w:rsidRPr="00F923D1" w:rsidRDefault="0051595A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D302E0" w:rsidRPr="00F923D1" w:rsidTr="00F923D1">
        <w:trPr>
          <w:trHeight w:val="398"/>
        </w:trPr>
        <w:tc>
          <w:tcPr>
            <w:tcW w:w="1090" w:type="pct"/>
            <w:vMerge w:val="restart"/>
          </w:tcPr>
          <w:p w:rsidR="00D302E0" w:rsidRPr="00F923D1" w:rsidRDefault="00D302E0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  <w:r w:rsidRPr="00F923D1">
              <w:rPr>
                <w:rFonts w:ascii="Verdana" w:hAnsi="Verdana"/>
                <w:b/>
                <w:bCs/>
                <w:sz w:val="20"/>
                <w:szCs w:val="20"/>
              </w:rPr>
              <w:t>Other Resources</w:t>
            </w:r>
          </w:p>
        </w:tc>
        <w:tc>
          <w:tcPr>
            <w:tcW w:w="3910" w:type="pct"/>
          </w:tcPr>
          <w:p w:rsidR="00D302E0" w:rsidRPr="00F923D1" w:rsidRDefault="00D302E0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Highlights</w:t>
            </w:r>
          </w:p>
          <w:p w:rsidR="00D302E0" w:rsidRPr="00F923D1" w:rsidRDefault="00D302E0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="00B9528B">
              <w:rPr>
                <w:rFonts w:ascii="MS Gothic" w:eastAsia="MS Gothic" w:hAnsi="MS Gothic" w:cs="MS Gothic"/>
                <w:noProof/>
                <w:color w:val="000000"/>
                <w:sz w:val="20"/>
                <w:szCs w:val="20"/>
                <w:lang w:bidi="he-IL"/>
              </w:rPr>
              <w:t>I like your other drawing examples…they have good use of perspective</w:t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D302E0" w:rsidRPr="00F923D1" w:rsidRDefault="00D302E0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D302E0" w:rsidRPr="00F923D1" w:rsidTr="00F923D1">
        <w:trPr>
          <w:trHeight w:val="422"/>
        </w:trPr>
        <w:tc>
          <w:tcPr>
            <w:tcW w:w="1090" w:type="pct"/>
            <w:vMerge/>
          </w:tcPr>
          <w:p w:rsidR="00D302E0" w:rsidRPr="00F923D1" w:rsidRDefault="00D302E0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3910" w:type="pct"/>
          </w:tcPr>
          <w:p w:rsidR="00D302E0" w:rsidRPr="00F923D1" w:rsidRDefault="00D302E0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Ideas for Improvement</w:t>
            </w:r>
          </w:p>
          <w:p w:rsidR="00D302E0" w:rsidRPr="00F923D1" w:rsidRDefault="00D302E0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Pr="00F923D1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F923D1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F923D1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F923D1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F923D1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D302E0" w:rsidRPr="00F923D1" w:rsidRDefault="00D302E0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D302E0" w:rsidRPr="00F923D1" w:rsidTr="00F923D1">
        <w:trPr>
          <w:trHeight w:val="398"/>
        </w:trPr>
        <w:tc>
          <w:tcPr>
            <w:tcW w:w="1090" w:type="pct"/>
            <w:vMerge w:val="restart"/>
          </w:tcPr>
          <w:p w:rsidR="00D302E0" w:rsidRPr="00F923D1" w:rsidRDefault="00D302E0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  <w:r w:rsidRPr="00F923D1">
              <w:rPr>
                <w:rFonts w:ascii="Verdana" w:hAnsi="Verdana"/>
                <w:b/>
                <w:bCs/>
                <w:sz w:val="20"/>
                <w:szCs w:val="20"/>
              </w:rPr>
              <w:t>Entire Unit Portfolio</w:t>
            </w:r>
          </w:p>
        </w:tc>
        <w:tc>
          <w:tcPr>
            <w:tcW w:w="3910" w:type="pct"/>
          </w:tcPr>
          <w:p w:rsidR="00D302E0" w:rsidRPr="00F923D1" w:rsidRDefault="00D302E0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Highlights</w:t>
            </w:r>
          </w:p>
          <w:p w:rsidR="00D302E0" w:rsidRPr="00F923D1" w:rsidRDefault="00D302E0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="00D94604">
              <w:rPr>
                <w:rFonts w:ascii="MS Gothic" w:eastAsia="MS Gothic" w:hAnsi="MS Gothic" w:cs="MS Gothic"/>
                <w:noProof/>
                <w:color w:val="000000"/>
                <w:sz w:val="20"/>
                <w:szCs w:val="20"/>
                <w:lang w:bidi="he-IL"/>
              </w:rPr>
              <w:t>Awesome Job…</w:t>
            </w:r>
            <w:r w:rsidR="00B9528B">
              <w:rPr>
                <w:rFonts w:ascii="MS Gothic" w:eastAsia="MS Gothic" w:hAnsi="MS Gothic" w:cs="MS Gothic"/>
                <w:noProof/>
                <w:color w:val="000000"/>
                <w:sz w:val="20"/>
                <w:szCs w:val="20"/>
                <w:lang w:bidi="he-IL"/>
              </w:rPr>
              <w:t>I love art myself and enjoy lessons that are beneficial and meaningful.</w:t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D302E0" w:rsidRPr="00F923D1" w:rsidRDefault="00D302E0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  <w:tr w:rsidR="00D302E0" w:rsidRPr="00F923D1" w:rsidTr="00F923D1">
        <w:trPr>
          <w:trHeight w:val="422"/>
        </w:trPr>
        <w:tc>
          <w:tcPr>
            <w:tcW w:w="1090" w:type="pct"/>
            <w:vMerge/>
          </w:tcPr>
          <w:p w:rsidR="00D302E0" w:rsidRPr="00F923D1" w:rsidRDefault="00D302E0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b/>
                <w:bCs/>
                <w:color w:val="000000"/>
                <w:sz w:val="20"/>
                <w:szCs w:val="20"/>
                <w:lang w:bidi="he-IL"/>
              </w:rPr>
            </w:pPr>
          </w:p>
        </w:tc>
        <w:tc>
          <w:tcPr>
            <w:tcW w:w="3910" w:type="pct"/>
          </w:tcPr>
          <w:p w:rsidR="00D302E0" w:rsidRPr="00F923D1" w:rsidRDefault="00D302E0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t>Ideas for Improvement</w:t>
            </w:r>
          </w:p>
          <w:p w:rsidR="00D302E0" w:rsidRPr="00F923D1" w:rsidRDefault="00D302E0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instrText xml:space="preserve"> FORMTEXT </w:instrText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separate"/>
            </w:r>
            <w:r w:rsidRPr="00F923D1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F923D1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F923D1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F923D1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F923D1">
              <w:rPr>
                <w:rFonts w:ascii="MS Gothic" w:eastAsia="MS Gothic" w:hAnsi="MS Gothic" w:cs="MS Gothic" w:hint="eastAsia"/>
                <w:noProof/>
                <w:color w:val="000000"/>
                <w:sz w:val="20"/>
                <w:szCs w:val="20"/>
                <w:lang w:bidi="he-IL"/>
              </w:rPr>
              <w:t> </w:t>
            </w:r>
            <w:r w:rsidRPr="00F923D1"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  <w:fldChar w:fldCharType="end"/>
            </w:r>
          </w:p>
          <w:p w:rsidR="00D302E0" w:rsidRPr="00F923D1" w:rsidRDefault="00D302E0" w:rsidP="00F923D1">
            <w:pPr>
              <w:autoSpaceDE w:val="0"/>
              <w:autoSpaceDN w:val="0"/>
              <w:adjustRightInd w:val="0"/>
              <w:rPr>
                <w:rFonts w:ascii="Verdana" w:hAnsi="Verdana" w:cs="HelveticaNeue-Light"/>
                <w:color w:val="000000"/>
                <w:sz w:val="20"/>
                <w:szCs w:val="20"/>
                <w:lang w:bidi="he-IL"/>
              </w:rPr>
            </w:pPr>
          </w:p>
        </w:tc>
      </w:tr>
    </w:tbl>
    <w:p w:rsidR="008F437A" w:rsidRDefault="008F437A" w:rsidP="0051595A">
      <w:pPr>
        <w:autoSpaceDE w:val="0"/>
        <w:autoSpaceDN w:val="0"/>
        <w:adjustRightInd w:val="0"/>
        <w:ind w:left="540" w:hanging="540"/>
        <w:rPr>
          <w:rFonts w:ascii="Verdana" w:hAnsi="Verdana" w:cs="HelveticaNeue-Medium"/>
          <w:b/>
          <w:bCs/>
          <w:sz w:val="20"/>
          <w:szCs w:val="20"/>
          <w:lang w:bidi="he-IL"/>
        </w:rPr>
      </w:pPr>
    </w:p>
    <w:p w:rsidR="0051595A" w:rsidRPr="00D302E0" w:rsidRDefault="0051595A" w:rsidP="0051595A">
      <w:pPr>
        <w:autoSpaceDE w:val="0"/>
        <w:autoSpaceDN w:val="0"/>
        <w:adjustRightInd w:val="0"/>
        <w:ind w:left="540" w:hanging="540"/>
        <w:rPr>
          <w:rFonts w:ascii="Verdana" w:hAnsi="Verdana" w:cs="HelveticaNeue-Medium"/>
          <w:b/>
          <w:bCs/>
          <w:sz w:val="20"/>
          <w:szCs w:val="20"/>
          <w:lang w:bidi="he-IL"/>
        </w:rPr>
      </w:pPr>
      <w:r w:rsidRPr="00D302E0">
        <w:rPr>
          <w:rFonts w:ascii="Verdana" w:hAnsi="Verdana" w:cs="HelveticaNeue-Medium"/>
          <w:b/>
          <w:bCs/>
          <w:sz w:val="20"/>
          <w:szCs w:val="20"/>
          <w:lang w:bidi="he-I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2" w:name="Check1"/>
      <w:r w:rsidRPr="00D302E0">
        <w:rPr>
          <w:rFonts w:ascii="Verdana" w:hAnsi="Verdana" w:cs="HelveticaNeue-Medium"/>
          <w:b/>
          <w:bCs/>
          <w:sz w:val="20"/>
          <w:szCs w:val="20"/>
          <w:lang w:bidi="he-IL"/>
        </w:rPr>
        <w:instrText xml:space="preserve"> FORMCHECKBOX </w:instrText>
      </w:r>
      <w:r w:rsidR="00D94604" w:rsidRPr="00D302E0">
        <w:rPr>
          <w:rFonts w:ascii="Verdana" w:hAnsi="Verdana" w:cs="HelveticaNeue-Medium"/>
          <w:b/>
          <w:bCs/>
          <w:sz w:val="20"/>
          <w:szCs w:val="20"/>
          <w:lang w:bidi="he-IL"/>
        </w:rPr>
      </w:r>
      <w:r w:rsidRPr="00D302E0">
        <w:rPr>
          <w:rFonts w:ascii="Verdana" w:hAnsi="Verdana" w:cs="HelveticaNeue-Medium"/>
          <w:b/>
          <w:bCs/>
          <w:sz w:val="20"/>
          <w:szCs w:val="20"/>
          <w:lang w:bidi="he-IL"/>
        </w:rPr>
        <w:fldChar w:fldCharType="end"/>
      </w:r>
      <w:bookmarkEnd w:id="2"/>
      <w:r w:rsidRPr="00D302E0">
        <w:rPr>
          <w:rFonts w:ascii="Verdana" w:hAnsi="Verdana" w:cs="HelveticaNeue-Medium"/>
          <w:b/>
          <w:bCs/>
          <w:sz w:val="20"/>
          <w:szCs w:val="20"/>
          <w:lang w:bidi="he-IL"/>
        </w:rPr>
        <w:tab/>
      </w:r>
      <w:r w:rsidRPr="00956DFB">
        <w:rPr>
          <w:rFonts w:ascii="Verdana" w:hAnsi="Verdana" w:cs="HelveticaNeue-Medium"/>
          <w:bCs/>
          <w:sz w:val="18"/>
          <w:szCs w:val="20"/>
          <w:lang w:bidi="he-IL"/>
        </w:rPr>
        <w:t>Appears to have followed copyright laws (</w:t>
      </w:r>
      <w:r w:rsidR="009E76F8">
        <w:rPr>
          <w:rFonts w:ascii="Verdana" w:hAnsi="Verdana" w:cs="HelveticaNeue-Medium"/>
          <w:bCs/>
          <w:sz w:val="18"/>
          <w:szCs w:val="20"/>
          <w:lang w:bidi="he-IL"/>
        </w:rPr>
        <w:t>For example, i</w:t>
      </w:r>
      <w:r w:rsidRPr="00956DFB">
        <w:rPr>
          <w:rFonts w:ascii="Verdana" w:hAnsi="Verdana" w:cs="HelveticaNeue-Medium"/>
          <w:bCs/>
          <w:sz w:val="18"/>
          <w:szCs w:val="20"/>
          <w:lang w:bidi="he-IL"/>
        </w:rPr>
        <w:t>dentifies copyright owners where multimedia elements are used)</w:t>
      </w:r>
    </w:p>
    <w:p w:rsidR="0051595A" w:rsidRPr="00D302E0" w:rsidRDefault="0051595A" w:rsidP="0051595A">
      <w:pPr>
        <w:autoSpaceDE w:val="0"/>
        <w:autoSpaceDN w:val="0"/>
        <w:adjustRightInd w:val="0"/>
        <w:rPr>
          <w:rFonts w:ascii="Verdana" w:hAnsi="Verdana" w:cs="HelveticaNeue-Medium"/>
          <w:b/>
          <w:bCs/>
          <w:color w:val="FFFFFF"/>
          <w:sz w:val="22"/>
          <w:szCs w:val="22"/>
          <w:lang w:bidi="he-IL"/>
        </w:rPr>
      </w:pPr>
      <w:r w:rsidRPr="00D302E0">
        <w:rPr>
          <w:rFonts w:ascii="Verdana" w:hAnsi="Verdana" w:cs="HelveticaNeue-Medium"/>
          <w:b/>
          <w:bCs/>
          <w:color w:val="FFFFFF"/>
          <w:sz w:val="22"/>
          <w:szCs w:val="22"/>
          <w:lang w:bidi="he-IL"/>
        </w:rPr>
        <w:t>Criteria Comments</w:t>
      </w:r>
    </w:p>
    <w:p w:rsidR="0051595A" w:rsidRPr="00D302E0" w:rsidRDefault="0051595A" w:rsidP="0051595A">
      <w:pPr>
        <w:autoSpaceDE w:val="0"/>
        <w:autoSpaceDN w:val="0"/>
        <w:adjustRightInd w:val="0"/>
        <w:rPr>
          <w:rFonts w:ascii="Verdana" w:hAnsi="Verdana" w:cs="HelveticaNeue-Medium"/>
          <w:b/>
          <w:bCs/>
          <w:color w:val="000000"/>
          <w:sz w:val="20"/>
          <w:szCs w:val="20"/>
          <w:lang w:bidi="he-IL"/>
        </w:rPr>
      </w:pPr>
      <w:r w:rsidRPr="00D302E0">
        <w:rPr>
          <w:rFonts w:ascii="Verdana" w:hAnsi="Verdana" w:cs="HelveticaNeue-Medium"/>
          <w:b/>
          <w:bCs/>
          <w:color w:val="000000"/>
          <w:sz w:val="20"/>
          <w:szCs w:val="20"/>
          <w:lang w:bidi="he-IL"/>
        </w:rPr>
        <w:t>Other Comments/Notes:</w:t>
      </w:r>
    </w:p>
    <w:tbl>
      <w:tblPr>
        <w:tblW w:w="1169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1692"/>
      </w:tblGrid>
      <w:tr w:rsidR="0051595A" w:rsidRPr="00F923D1" w:rsidTr="00F923D1">
        <w:tc>
          <w:tcPr>
            <w:tcW w:w="11692" w:type="dxa"/>
          </w:tcPr>
          <w:p w:rsidR="0051595A" w:rsidRPr="00F923D1" w:rsidRDefault="00CE547D" w:rsidP="00F923D1">
            <w:pPr>
              <w:tabs>
                <w:tab w:val="left" w:pos="864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</w:rPr>
            </w:pPr>
            <w:r w:rsidRPr="00F923D1">
              <w:rPr>
                <w:rFonts w:ascii="Verdana" w:hAnsi="Verdan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F923D1">
              <w:rPr>
                <w:rFonts w:ascii="Verdana" w:hAnsi="Verdana"/>
              </w:rPr>
              <w:instrText xml:space="preserve"> FORMTEXT </w:instrText>
            </w:r>
            <w:r w:rsidR="00B52E75" w:rsidRPr="00F923D1">
              <w:rPr>
                <w:rFonts w:ascii="Verdana" w:hAnsi="Verdana"/>
              </w:rPr>
            </w:r>
            <w:r w:rsidRPr="00F923D1">
              <w:rPr>
                <w:rFonts w:ascii="Verdana" w:hAnsi="Verdana"/>
              </w:rPr>
              <w:fldChar w:fldCharType="separate"/>
            </w:r>
            <w:r w:rsidRPr="00D302E0">
              <w:rPr>
                <w:noProof/>
              </w:rPr>
              <w:t> </w:t>
            </w:r>
            <w:r w:rsidRPr="00D302E0">
              <w:rPr>
                <w:noProof/>
              </w:rPr>
              <w:t> </w:t>
            </w:r>
            <w:r w:rsidRPr="00D302E0">
              <w:rPr>
                <w:noProof/>
              </w:rPr>
              <w:t> </w:t>
            </w:r>
            <w:r w:rsidRPr="00D302E0">
              <w:rPr>
                <w:noProof/>
              </w:rPr>
              <w:t> </w:t>
            </w:r>
            <w:r w:rsidRPr="00D302E0">
              <w:rPr>
                <w:noProof/>
              </w:rPr>
              <w:t> </w:t>
            </w:r>
            <w:r w:rsidRPr="00F923D1">
              <w:rPr>
                <w:rFonts w:ascii="Verdana" w:hAnsi="Verdana"/>
              </w:rPr>
              <w:fldChar w:fldCharType="end"/>
            </w:r>
            <w:bookmarkEnd w:id="3"/>
          </w:p>
          <w:p w:rsidR="00D302E0" w:rsidRPr="00F923D1" w:rsidRDefault="00D302E0" w:rsidP="00F923D1">
            <w:pPr>
              <w:tabs>
                <w:tab w:val="left" w:pos="864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</w:rPr>
            </w:pPr>
          </w:p>
        </w:tc>
      </w:tr>
    </w:tbl>
    <w:p w:rsidR="0051595A" w:rsidRPr="00D302E0" w:rsidRDefault="0051595A" w:rsidP="0051595A">
      <w:pPr>
        <w:autoSpaceDE w:val="0"/>
        <w:autoSpaceDN w:val="0"/>
        <w:adjustRightInd w:val="0"/>
        <w:rPr>
          <w:rFonts w:ascii="Verdana" w:hAnsi="Verdana"/>
          <w:lang w:bidi="he-IL"/>
        </w:rPr>
      </w:pPr>
    </w:p>
    <w:sectPr w:rsidR="0051595A" w:rsidRPr="00D302E0" w:rsidSect="000D457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6FF" w:rsidRDefault="006E16FF">
      <w:r>
        <w:separator/>
      </w:r>
    </w:p>
  </w:endnote>
  <w:endnote w:type="continuationSeparator" w:id="0">
    <w:p w:rsidR="006E16FF" w:rsidRDefault="006E16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Neo Sans Intel Medium">
    <w:charset w:val="00"/>
    <w:family w:val="swiss"/>
    <w:pitch w:val="variable"/>
    <w:sig w:usb0="00000003" w:usb1="00000000" w:usb2="00000000" w:usb3="00000000" w:csb0="00000001" w:csb1="00000000"/>
  </w:font>
  <w:font w:name="Neo Sans Intel">
    <w:charset w:val="00"/>
    <w:family w:val="swiss"/>
    <w:pitch w:val="variable"/>
    <w:sig w:usb0="00000003" w:usb1="00000000" w:usb2="00000000" w:usb3="00000000" w:csb0="00000001" w:csb1="00000000"/>
  </w:font>
  <w:font w:name="HelveticaNeue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C0D" w:rsidRPr="00713012" w:rsidRDefault="00152C0D" w:rsidP="00713012">
    <w:pPr>
      <w:pStyle w:val="NormalWeb"/>
      <w:tabs>
        <w:tab w:val="right" w:pos="8640"/>
      </w:tabs>
      <w:spacing w:before="0" w:beforeAutospacing="0" w:after="0" w:afterAutospacing="0"/>
      <w:rPr>
        <w:rFonts w:ascii="Verdana" w:hAnsi="Verdana"/>
        <w:sz w:val="16"/>
        <w:szCs w:val="16"/>
      </w:rPr>
    </w:pPr>
    <w:r w:rsidRPr="00713012">
      <w:rPr>
        <w:rFonts w:ascii="Verdana" w:hAnsi="Verdana"/>
        <w:sz w:val="16"/>
        <w:szCs w:val="16"/>
      </w:rPr>
      <w:t>Copyright © 2007, Intel Corporation. All rights reserved.</w:t>
    </w:r>
    <w:r>
      <w:rPr>
        <w:rFonts w:ascii="Verdana" w:hAnsi="Verdana"/>
        <w:sz w:val="16"/>
        <w:szCs w:val="16"/>
      </w:rPr>
      <w:tab/>
    </w:r>
    <w:r w:rsidRPr="00713012">
      <w:rPr>
        <w:rFonts w:ascii="Verdana" w:hAnsi="Verdana"/>
        <w:sz w:val="16"/>
        <w:szCs w:val="16"/>
      </w:rPr>
      <w:t xml:space="preserve">Page </w:t>
    </w:r>
    <w:r w:rsidRPr="00713012">
      <w:rPr>
        <w:rFonts w:ascii="Verdana" w:hAnsi="Verdana"/>
        <w:sz w:val="16"/>
        <w:szCs w:val="16"/>
      </w:rPr>
      <w:fldChar w:fldCharType="begin"/>
    </w:r>
    <w:r w:rsidRPr="00713012">
      <w:rPr>
        <w:rFonts w:ascii="Verdana" w:hAnsi="Verdana"/>
        <w:sz w:val="16"/>
        <w:szCs w:val="16"/>
      </w:rPr>
      <w:instrText xml:space="preserve"> PAGE </w:instrText>
    </w:r>
    <w:r>
      <w:rPr>
        <w:rFonts w:ascii="Verdana" w:hAnsi="Verdana"/>
        <w:sz w:val="16"/>
        <w:szCs w:val="16"/>
      </w:rPr>
      <w:fldChar w:fldCharType="separate"/>
    </w:r>
    <w:r>
      <w:rPr>
        <w:rFonts w:ascii="Verdana" w:hAnsi="Verdana"/>
        <w:noProof/>
        <w:sz w:val="16"/>
        <w:szCs w:val="16"/>
      </w:rPr>
      <w:t>1</w:t>
    </w:r>
    <w:r w:rsidRPr="00713012">
      <w:rPr>
        <w:rFonts w:ascii="Verdana" w:hAnsi="Verdana"/>
        <w:sz w:val="16"/>
        <w:szCs w:val="16"/>
      </w:rPr>
      <w:fldChar w:fldCharType="end"/>
    </w:r>
    <w:r w:rsidRPr="00713012">
      <w:rPr>
        <w:rFonts w:ascii="Verdana" w:hAnsi="Verdana"/>
        <w:sz w:val="16"/>
        <w:szCs w:val="16"/>
      </w:rPr>
      <w:t xml:space="preserve"> of </w:t>
    </w:r>
    <w:r w:rsidRPr="00713012">
      <w:rPr>
        <w:rFonts w:ascii="Verdana" w:hAnsi="Verdana"/>
        <w:sz w:val="16"/>
        <w:szCs w:val="16"/>
      </w:rPr>
      <w:fldChar w:fldCharType="begin"/>
    </w:r>
    <w:r w:rsidRPr="00713012">
      <w:rPr>
        <w:rFonts w:ascii="Verdana" w:hAnsi="Verdana"/>
        <w:sz w:val="16"/>
        <w:szCs w:val="16"/>
      </w:rPr>
      <w:instrText xml:space="preserve"> NUMPAGES </w:instrText>
    </w:r>
    <w:r>
      <w:rPr>
        <w:rFonts w:ascii="Verdana" w:hAnsi="Verdana"/>
        <w:sz w:val="16"/>
        <w:szCs w:val="16"/>
      </w:rPr>
      <w:fldChar w:fldCharType="separate"/>
    </w:r>
    <w:r>
      <w:rPr>
        <w:rFonts w:ascii="Verdana" w:hAnsi="Verdana"/>
        <w:noProof/>
        <w:sz w:val="16"/>
        <w:szCs w:val="16"/>
      </w:rPr>
      <w:t>2</w:t>
    </w:r>
    <w:r w:rsidRPr="00713012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6FF" w:rsidRDefault="006E16FF">
      <w:r>
        <w:separator/>
      </w:r>
    </w:p>
  </w:footnote>
  <w:footnote w:type="continuationSeparator" w:id="0">
    <w:p w:rsidR="006E16FF" w:rsidRDefault="006E16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C0D" w:rsidRPr="009B73DB" w:rsidRDefault="00152C0D" w:rsidP="00F222A8">
    <w:pPr>
      <w:pStyle w:val="Header"/>
      <w:pBdr>
        <w:bottom w:val="single" w:sz="6" w:space="1" w:color="auto"/>
      </w:pBdr>
      <w:tabs>
        <w:tab w:val="clear" w:pos="8640"/>
        <w:tab w:val="right" w:pos="9360"/>
      </w:tabs>
      <w:rPr>
        <w:rFonts w:ascii="Verdana" w:hAnsi="Verdana"/>
        <w:b/>
        <w:bCs/>
        <w:sz w:val="14"/>
        <w:szCs w:val="14"/>
      </w:rPr>
    </w:pPr>
    <w:r w:rsidRPr="009B73DB">
      <w:rPr>
        <w:rFonts w:ascii="Verdana" w:hAnsi="Verdana"/>
        <w:b/>
        <w:bCs/>
        <w:sz w:val="14"/>
        <w:szCs w:val="14"/>
      </w:rPr>
      <w:t>Intel® Teach Program</w:t>
    </w:r>
    <w:r w:rsidRPr="009B73DB">
      <w:rPr>
        <w:rFonts w:ascii="Verdana" w:hAnsi="Verdana"/>
        <w:b/>
        <w:bCs/>
        <w:sz w:val="14"/>
        <w:szCs w:val="14"/>
      </w:rPr>
      <w:tab/>
    </w:r>
    <w:r w:rsidRPr="009B73DB">
      <w:rPr>
        <w:rFonts w:ascii="Verdana" w:hAnsi="Verdana"/>
        <w:b/>
        <w:bCs/>
        <w:sz w:val="14"/>
        <w:szCs w:val="14"/>
      </w:rPr>
      <w:tab/>
    </w:r>
  </w:p>
  <w:p w:rsidR="00152C0D" w:rsidRPr="009B73DB" w:rsidRDefault="00152C0D" w:rsidP="00F222A8">
    <w:pPr>
      <w:pStyle w:val="Header"/>
      <w:rPr>
        <w:rFonts w:ascii="Verdana" w:hAnsi="Verdana"/>
        <w:b/>
        <w:sz w:val="14"/>
        <w:szCs w:val="14"/>
      </w:rPr>
    </w:pPr>
    <w:r>
      <w:rPr>
        <w:rFonts w:ascii="Verdana" w:hAnsi="Verdana"/>
        <w:b/>
        <w:sz w:val="14"/>
        <w:szCs w:val="14"/>
      </w:rPr>
      <w:t>Essentials Course</w:t>
    </w:r>
  </w:p>
  <w:p w:rsidR="00152C0D" w:rsidRDefault="00152C0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5145B"/>
    <w:multiLevelType w:val="hybridMultilevel"/>
    <w:tmpl w:val="90F6C75E"/>
    <w:lvl w:ilvl="0" w:tplc="981E4CA6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8E2D4C"/>
    <w:multiLevelType w:val="hybridMultilevel"/>
    <w:tmpl w:val="D7740F4E"/>
    <w:lvl w:ilvl="0" w:tplc="DEA625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B36AA6"/>
    <w:multiLevelType w:val="hybridMultilevel"/>
    <w:tmpl w:val="EC10BE5A"/>
    <w:lvl w:ilvl="0" w:tplc="A120CB78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BD5863"/>
    <w:multiLevelType w:val="hybridMultilevel"/>
    <w:tmpl w:val="D4F8EC4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97E57BC"/>
    <w:multiLevelType w:val="hybridMultilevel"/>
    <w:tmpl w:val="328EE5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attachedTemplate r:id="rId1"/>
  <w:stylePaneFormatFilter w:val="3F01"/>
  <w:documentProtection w:edit="forms" w:enforcement="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595A"/>
    <w:rsid w:val="000B393D"/>
    <w:rsid w:val="000D3797"/>
    <w:rsid w:val="000D4578"/>
    <w:rsid w:val="000D75FB"/>
    <w:rsid w:val="00151CBE"/>
    <w:rsid w:val="00152C0D"/>
    <w:rsid w:val="00234AED"/>
    <w:rsid w:val="00270C1C"/>
    <w:rsid w:val="00296F47"/>
    <w:rsid w:val="002E76E8"/>
    <w:rsid w:val="002F6820"/>
    <w:rsid w:val="00324E19"/>
    <w:rsid w:val="003913A8"/>
    <w:rsid w:val="004A55D0"/>
    <w:rsid w:val="0051595A"/>
    <w:rsid w:val="005B0171"/>
    <w:rsid w:val="0060459F"/>
    <w:rsid w:val="0068425B"/>
    <w:rsid w:val="006C74F7"/>
    <w:rsid w:val="006E16FF"/>
    <w:rsid w:val="006F7403"/>
    <w:rsid w:val="00713012"/>
    <w:rsid w:val="00714643"/>
    <w:rsid w:val="0074180D"/>
    <w:rsid w:val="00874E34"/>
    <w:rsid w:val="008C6A4B"/>
    <w:rsid w:val="008F0F2F"/>
    <w:rsid w:val="008F437A"/>
    <w:rsid w:val="00914982"/>
    <w:rsid w:val="00956DFB"/>
    <w:rsid w:val="009E76F8"/>
    <w:rsid w:val="009F3A3D"/>
    <w:rsid w:val="00A5125F"/>
    <w:rsid w:val="00A53AD2"/>
    <w:rsid w:val="00A86FA1"/>
    <w:rsid w:val="00B03942"/>
    <w:rsid w:val="00B52E75"/>
    <w:rsid w:val="00B9528B"/>
    <w:rsid w:val="00CE547D"/>
    <w:rsid w:val="00D302E0"/>
    <w:rsid w:val="00D705C1"/>
    <w:rsid w:val="00D94604"/>
    <w:rsid w:val="00E212E6"/>
    <w:rsid w:val="00E34EB4"/>
    <w:rsid w:val="00EB0426"/>
    <w:rsid w:val="00EB105E"/>
    <w:rsid w:val="00ED38D9"/>
    <w:rsid w:val="00F222A8"/>
    <w:rsid w:val="00F62652"/>
    <w:rsid w:val="00F70D7F"/>
    <w:rsid w:val="00F72C9F"/>
    <w:rsid w:val="00F923D1"/>
    <w:rsid w:val="00FC2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105E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860A8"/>
      <w:u w:val="single"/>
    </w:rPr>
  </w:style>
  <w:style w:type="character" w:styleId="FollowedHyperlink">
    <w:name w:val="Followed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rsid w:val="007130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13012"/>
    <w:pPr>
      <w:tabs>
        <w:tab w:val="center" w:pos="4320"/>
        <w:tab w:val="right" w:pos="8640"/>
      </w:tabs>
    </w:pPr>
  </w:style>
  <w:style w:type="character" w:styleId="PageNumber">
    <w:name w:val="page number"/>
    <w:rsid w:val="00713012"/>
    <w:rPr>
      <w:rFonts w:ascii="Comic Sans MS" w:hAnsi="Comic Sans MS"/>
      <w:b/>
      <w:sz w:val="20"/>
    </w:rPr>
  </w:style>
  <w:style w:type="paragraph" w:customStyle="1" w:styleId="DefaultParagraphFontParaChar">
    <w:name w:val="Default Paragraph Font Para Char"/>
    <w:basedOn w:val="Normal"/>
    <w:rsid w:val="00713012"/>
    <w:pPr>
      <w:spacing w:after="160" w:line="240" w:lineRule="exact"/>
    </w:pPr>
    <w:rPr>
      <w:rFonts w:ascii="Verdana" w:hAnsi="Verdana"/>
      <w:sz w:val="20"/>
      <w:szCs w:val="20"/>
    </w:rPr>
  </w:style>
  <w:style w:type="table" w:styleId="TableGrid">
    <w:name w:val="Table Grid"/>
    <w:basedOn w:val="TableNormal"/>
    <w:rsid w:val="007130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diumBlack10pt">
    <w:name w:val="Medium Black 10 pt."/>
    <w:rsid w:val="00D302E0"/>
    <w:rPr>
      <w:rFonts w:ascii="Neo Sans Intel Medium" w:hAnsi="Neo Sans Intel Medium"/>
    </w:rPr>
  </w:style>
  <w:style w:type="paragraph" w:customStyle="1" w:styleId="BodyTextRule">
    <w:name w:val="Body Text Rule"/>
    <w:rsid w:val="00D302E0"/>
    <w:pPr>
      <w:tabs>
        <w:tab w:val="left" w:pos="360"/>
      </w:tabs>
      <w:spacing w:after="143" w:line="280" w:lineRule="exact"/>
    </w:pPr>
    <w:rPr>
      <w:rFonts w:ascii="Neo Sans Intel" w:hAnsi="Neo Sans Intel"/>
    </w:rPr>
  </w:style>
  <w:style w:type="paragraph" w:customStyle="1" w:styleId="Default">
    <w:name w:val="Default"/>
    <w:rsid w:val="00D302E0"/>
    <w:pPr>
      <w:widowControl w:val="0"/>
      <w:autoSpaceDE w:val="0"/>
      <w:autoSpaceDN w:val="0"/>
      <w:adjustRightInd w:val="0"/>
    </w:pPr>
    <w:rPr>
      <w:rFonts w:ascii="Neo Sans Intel" w:hAnsi="Neo Sans Intel" w:cs="Neo Sans Inte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aniel%20Doherty\Desktop\Jen\Essentials%20Redesign\Worksheets%20Redesign\worksheet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worksheet_TEMPLATE</Template>
  <TotalTime>2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Intel® Teach Program Essentials Course</vt:lpstr>
    </vt:vector>
  </TitlesOfParts>
  <Company>Intel Corporation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Intel® Teach Program Essentials Course</dc:title>
  <dc:subject/>
  <dc:creator>Jennifer Doherty</dc:creator>
  <cp:keywords/>
  <dc:description/>
  <cp:lastModifiedBy>student</cp:lastModifiedBy>
  <cp:revision>2</cp:revision>
  <dcterms:created xsi:type="dcterms:W3CDTF">2010-06-18T16:58:00Z</dcterms:created>
  <dcterms:modified xsi:type="dcterms:W3CDTF">2010-06-18T16:58:00Z</dcterms:modified>
</cp:coreProperties>
</file>